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Pr="000E4464" w:rsidRDefault="004B3F3D" w:rsidP="00687DE3">
      <w:pPr>
        <w:jc w:val="center"/>
        <w:rPr>
          <w:rFonts w:ascii="Arial" w:hAnsi="Arial" w:cs="Arial"/>
          <w:b/>
          <w:color w:val="76923C" w:themeColor="accent3" w:themeShade="BF"/>
          <w:sz w:val="28"/>
          <w:szCs w:val="28"/>
        </w:rPr>
      </w:pPr>
      <w:r w:rsidRPr="000E4464">
        <w:rPr>
          <w:rFonts w:ascii="Arial" w:hAnsi="Arial" w:cs="Arial"/>
          <w:b/>
          <w:noProof/>
          <w:color w:val="76923C" w:themeColor="accent3" w:themeShade="BF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A3D87E" wp14:editId="03B5157F">
                <wp:simplePos x="0" y="0"/>
                <wp:positionH relativeFrom="column">
                  <wp:posOffset>-109220</wp:posOffset>
                </wp:positionH>
                <wp:positionV relativeFrom="paragraph">
                  <wp:posOffset>252730</wp:posOffset>
                </wp:positionV>
                <wp:extent cx="5613400" cy="1752600"/>
                <wp:effectExtent l="0" t="0" r="25400" b="1905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3400" cy="175260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accent3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6pt;margin-top:19.9pt;width:442pt;height:13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" filled="f" strokecolor="#76923c [2406]" strokeweight="1pt"/>
            </w:pict>
          </mc:Fallback>
        </mc:AlternateContent>
      </w:r>
      <w:r w:rsidR="00752C4F">
        <w:rPr>
          <w:rFonts w:ascii="Arial" w:hAnsi="Arial" w:cs="Arial"/>
          <w:b/>
          <w:color w:val="76923C" w:themeColor="accent3" w:themeShade="BF"/>
          <w:sz w:val="28"/>
          <w:szCs w:val="28"/>
        </w:rPr>
        <w:t>FISHING</w:t>
      </w:r>
    </w:p>
    <w:p w:rsidR="004B3F3D" w:rsidRPr="000E4464" w:rsidRDefault="004B3F3D" w:rsidP="00687DE3">
      <w:pPr>
        <w:jc w:val="both"/>
        <w:rPr>
          <w:rFonts w:ascii="Arial" w:hAnsi="Arial" w:cs="Arial"/>
          <w:color w:val="76923C" w:themeColor="accent3" w:themeShade="BF"/>
        </w:rPr>
      </w:pPr>
    </w:p>
    <w:p w:rsidR="000E4464" w:rsidRPr="000E4464" w:rsidRDefault="000E4464" w:rsidP="00687DE3">
      <w:pPr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Nombre d</w:t>
      </w:r>
      <w:r w:rsidR="00B431DF">
        <w:rPr>
          <w:rFonts w:ascii="Arial" w:hAnsi="Arial" w:cs="Arial"/>
          <w:u w:val="single"/>
        </w:rPr>
        <w:t>'élèves</w:t>
      </w:r>
      <w:r w:rsidRPr="000E4464">
        <w:rPr>
          <w:rFonts w:ascii="Arial" w:hAnsi="Arial" w:cs="Arial"/>
        </w:rPr>
        <w:t xml:space="preserve"> :</w:t>
      </w:r>
      <w:r w:rsidR="00752C4F">
        <w:rPr>
          <w:rFonts w:ascii="Arial" w:hAnsi="Arial" w:cs="Arial"/>
        </w:rPr>
        <w:t xml:space="preserve"> </w:t>
      </w:r>
      <w:r w:rsidR="00752C4F">
        <w:rPr>
          <w:rFonts w:ascii="Arial" w:hAnsi="Arial" w:cs="Arial"/>
        </w:rPr>
        <w:tab/>
        <w:t>1 à 4</w:t>
      </w:r>
    </w:p>
    <w:p w:rsidR="00752C4F" w:rsidRDefault="000E4464" w:rsidP="000E4464">
      <w:pPr>
        <w:spacing w:after="0"/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Matériel</w:t>
      </w:r>
      <w:r w:rsidRPr="000E4464">
        <w:rPr>
          <w:rFonts w:ascii="Arial" w:hAnsi="Arial" w:cs="Arial"/>
        </w:rPr>
        <w:t xml:space="preserve"> :</w:t>
      </w:r>
      <w:r w:rsidR="00752C4F">
        <w:rPr>
          <w:rFonts w:ascii="Arial" w:hAnsi="Arial" w:cs="Arial"/>
        </w:rPr>
        <w:tab/>
      </w:r>
      <w:r w:rsidR="00752C4F">
        <w:rPr>
          <w:rFonts w:ascii="Arial" w:hAnsi="Arial" w:cs="Arial"/>
        </w:rPr>
        <w:tab/>
        <w:t>PDF "règle du jeu"</w:t>
      </w:r>
    </w:p>
    <w:p w:rsidR="00E530D4" w:rsidRDefault="000E4464" w:rsidP="000E4464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E530D4">
        <w:rPr>
          <w:rFonts w:ascii="Arial" w:hAnsi="Arial" w:cs="Arial"/>
        </w:rPr>
        <w:t>Un jeu de pêche (à remplir avec de l'eau)</w:t>
      </w:r>
    </w:p>
    <w:p w:rsidR="000E4464" w:rsidRDefault="000E4464" w:rsidP="00E530D4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>1 dé</w:t>
      </w:r>
      <w:r w:rsidR="00E530D4">
        <w:rPr>
          <w:rFonts w:ascii="Arial" w:hAnsi="Arial" w:cs="Arial"/>
        </w:rPr>
        <w:t xml:space="preserve"> </w:t>
      </w:r>
    </w:p>
    <w:p w:rsidR="00752C4F" w:rsidRDefault="00752C4F" w:rsidP="000E4464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Une table </w:t>
      </w:r>
    </w:p>
    <w:p w:rsidR="00752C4F" w:rsidRDefault="00752C4F" w:rsidP="00752C4F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>Des chaises (autant de chaises que d'élèves + 1 pour l'adulte)</w:t>
      </w:r>
    </w:p>
    <w:p w:rsidR="000E4464" w:rsidRPr="000E4464" w:rsidRDefault="000E4464" w:rsidP="000E4464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687DE3" w:rsidRPr="000E4464" w:rsidRDefault="00687DE3" w:rsidP="00687DE3">
      <w:pPr>
        <w:jc w:val="center"/>
        <w:rPr>
          <w:rFonts w:ascii="Arial" w:hAnsi="Arial" w:cs="Arial"/>
          <w:color w:val="76923C" w:themeColor="accent3" w:themeShade="BF"/>
        </w:rPr>
      </w:pPr>
    </w:p>
    <w:p w:rsidR="000E4464" w:rsidRPr="00177EC9" w:rsidRDefault="000E4464" w:rsidP="000E4464">
      <w:pPr>
        <w:pStyle w:val="Paragraphedeliste"/>
        <w:numPr>
          <w:ilvl w:val="0"/>
          <w:numId w:val="5"/>
        </w:numPr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But du jeu :</w:t>
      </w:r>
    </w:p>
    <w:p w:rsidR="00F64045" w:rsidRDefault="00F64045" w:rsidP="00443D19">
      <w:pPr>
        <w:ind w:left="70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Le but du jeu est de pêcher le plus de poissons possibles. </w:t>
      </w:r>
    </w:p>
    <w:p w:rsidR="00F64045" w:rsidRDefault="00F64045" w:rsidP="00443D19">
      <w:pPr>
        <w:ind w:left="70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Le jeu s'arrête une</w:t>
      </w:r>
      <w:r w:rsidR="00E530D4">
        <w:rPr>
          <w:rFonts w:ascii="Arial" w:hAnsi="Arial" w:cs="Arial"/>
          <w:b/>
        </w:rPr>
        <w:t xml:space="preserve"> fois que le bassin de poisson est vide. </w:t>
      </w:r>
    </w:p>
    <w:p w:rsidR="000E4464" w:rsidRPr="00443D19" w:rsidRDefault="00E530D4" w:rsidP="00443D19">
      <w:pPr>
        <w:ind w:left="70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L'élève qui aura pêché le plus de poissons remporte la partie. </w:t>
      </w:r>
    </w:p>
    <w:p w:rsidR="004B3F3D" w:rsidRPr="00177EC9" w:rsidRDefault="000E4464" w:rsidP="000E4464">
      <w:pPr>
        <w:pStyle w:val="Paragraphedeliste"/>
        <w:numPr>
          <w:ilvl w:val="0"/>
          <w:numId w:val="5"/>
        </w:numPr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Déroulement</w:t>
      </w:r>
      <w:r w:rsidR="004B3F3D" w:rsidRPr="00177EC9">
        <w:rPr>
          <w:rFonts w:ascii="Arial" w:hAnsi="Arial" w:cs="Arial"/>
          <w:b/>
          <w:color w:val="76923C" w:themeColor="accent3" w:themeShade="BF"/>
        </w:rPr>
        <w:t xml:space="preserve"> :</w:t>
      </w:r>
    </w:p>
    <w:p w:rsidR="000E4464" w:rsidRPr="00177EC9" w:rsidRDefault="000E4464" w:rsidP="000E4464">
      <w:pPr>
        <w:pStyle w:val="Paragraphedeliste"/>
        <w:rPr>
          <w:rFonts w:ascii="Arial" w:hAnsi="Arial" w:cs="Arial"/>
          <w:b/>
          <w:color w:val="76923C" w:themeColor="accent3" w:themeShade="BF"/>
        </w:rPr>
      </w:pPr>
    </w:p>
    <w:p w:rsidR="00752C4F" w:rsidRPr="00752C4F" w:rsidRDefault="00752C4F" w:rsidP="00752C4F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Réunir les élèves (maximum 4)</w:t>
      </w:r>
      <w:r w:rsidRPr="00752C4F">
        <w:rPr>
          <w:rFonts w:ascii="Arial" w:hAnsi="Arial" w:cs="Arial"/>
          <w:b/>
        </w:rPr>
        <w:t xml:space="preserve"> autour des poissons et leur distribuer des cannes à pêche.</w:t>
      </w:r>
    </w:p>
    <w:p w:rsidR="00752C4F" w:rsidRPr="00752C4F" w:rsidRDefault="00752C4F" w:rsidP="00752C4F">
      <w:pPr>
        <w:pStyle w:val="Paragraphedeliste"/>
        <w:jc w:val="both"/>
        <w:rPr>
          <w:rFonts w:ascii="Arial" w:hAnsi="Arial" w:cs="Arial"/>
          <w:b/>
        </w:rPr>
      </w:pPr>
    </w:p>
    <w:p w:rsidR="00BA6390" w:rsidRDefault="00752C4F" w:rsidP="00752C4F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 w:rsidRPr="00752C4F">
        <w:rPr>
          <w:rFonts w:ascii="Arial" w:hAnsi="Arial" w:cs="Arial"/>
          <w:b/>
        </w:rPr>
        <w:t>L'a</w:t>
      </w:r>
      <w:r>
        <w:rPr>
          <w:rFonts w:ascii="Arial" w:hAnsi="Arial" w:cs="Arial"/>
          <w:b/>
        </w:rPr>
        <w:t>dulte qui anime le jeu</w:t>
      </w:r>
      <w:r w:rsidRPr="00752C4F">
        <w:rPr>
          <w:rFonts w:ascii="Arial" w:hAnsi="Arial" w:cs="Arial"/>
          <w:b/>
        </w:rPr>
        <w:t xml:space="preserve"> oriente les </w:t>
      </w:r>
      <w:r>
        <w:rPr>
          <w:rFonts w:ascii="Arial" w:hAnsi="Arial" w:cs="Arial"/>
          <w:b/>
        </w:rPr>
        <w:t>élèves</w:t>
      </w:r>
      <w:r w:rsidRPr="00752C4F">
        <w:rPr>
          <w:rFonts w:ascii="Arial" w:hAnsi="Arial" w:cs="Arial"/>
          <w:b/>
        </w:rPr>
        <w:t xml:space="preserve"> sur le type et le nombre </w:t>
      </w:r>
      <w:r w:rsidR="00BA6390">
        <w:rPr>
          <w:rFonts w:ascii="Arial" w:hAnsi="Arial" w:cs="Arial"/>
          <w:b/>
        </w:rPr>
        <w:t xml:space="preserve">de poissons devant être pêchés. </w:t>
      </w:r>
      <w:r w:rsidR="00BA6390" w:rsidRPr="00752C4F">
        <w:rPr>
          <w:rFonts w:ascii="Arial" w:hAnsi="Arial" w:cs="Arial"/>
          <w:b/>
        </w:rPr>
        <w:t>Utiliser le dé po</w:t>
      </w:r>
      <w:r w:rsidR="00BA6390">
        <w:rPr>
          <w:rFonts w:ascii="Arial" w:hAnsi="Arial" w:cs="Arial"/>
          <w:b/>
        </w:rPr>
        <w:t xml:space="preserve">ur définir le nombre de poisson </w:t>
      </w:r>
      <w:r w:rsidR="00BA6390" w:rsidRPr="00752C4F">
        <w:rPr>
          <w:rFonts w:ascii="Arial" w:hAnsi="Arial" w:cs="Arial"/>
          <w:b/>
        </w:rPr>
        <w:t xml:space="preserve">à pêcher. </w:t>
      </w:r>
    </w:p>
    <w:p w:rsidR="00BA6390" w:rsidRPr="00BA6390" w:rsidRDefault="00BA6390" w:rsidP="00BA6390">
      <w:pPr>
        <w:pStyle w:val="Paragraphedeliste"/>
        <w:rPr>
          <w:rFonts w:ascii="Arial" w:hAnsi="Arial" w:cs="Arial"/>
          <w:b/>
        </w:rPr>
      </w:pPr>
    </w:p>
    <w:p w:rsidR="004B3F3D" w:rsidRPr="00BA6390" w:rsidRDefault="00BA6390" w:rsidP="00752C4F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  <w:color w:val="7030A0"/>
        </w:rPr>
      </w:pPr>
      <w:r w:rsidRPr="00BA6390">
        <w:rPr>
          <w:rFonts w:ascii="Arial" w:hAnsi="Arial" w:cs="Arial"/>
          <w:b/>
        </w:rPr>
        <w:t>Au fi</w:t>
      </w:r>
      <w:r w:rsidR="00F64045">
        <w:rPr>
          <w:rFonts w:ascii="Arial" w:hAnsi="Arial" w:cs="Arial"/>
          <w:b/>
        </w:rPr>
        <w:t>l du jeu, l'adulte s'assure d'enseigner</w:t>
      </w:r>
      <w:r w:rsidRPr="00BA6390">
        <w:rPr>
          <w:rFonts w:ascii="Arial" w:hAnsi="Arial" w:cs="Arial"/>
          <w:b/>
        </w:rPr>
        <w:t xml:space="preserve"> quelques mots en anglais comme les chiffres, les couleu</w:t>
      </w:r>
      <w:r w:rsidR="00F64045">
        <w:rPr>
          <w:rFonts w:ascii="Arial" w:hAnsi="Arial" w:cs="Arial"/>
          <w:b/>
        </w:rPr>
        <w:t>rs ou les mots</w:t>
      </w:r>
      <w:bookmarkStart w:id="0" w:name="_GoBack"/>
      <w:bookmarkEnd w:id="0"/>
      <w:r w:rsidRPr="00BA6390">
        <w:rPr>
          <w:rFonts w:ascii="Arial" w:hAnsi="Arial" w:cs="Arial"/>
          <w:b/>
        </w:rPr>
        <w:t xml:space="preserve"> "poisson" ou "eau" aux élèves. </w:t>
      </w:r>
    </w:p>
    <w:sectPr w:rsidR="004B3F3D" w:rsidRPr="00BA6390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26C0" w:rsidRDefault="000026C0" w:rsidP="00687DE3">
      <w:pPr>
        <w:spacing w:after="0" w:line="240" w:lineRule="auto"/>
      </w:pPr>
      <w:r>
        <w:separator/>
      </w:r>
    </w:p>
  </w:endnote>
  <w:endnote w:type="continuationSeparator" w:id="0">
    <w:p w:rsidR="000026C0" w:rsidRDefault="000026C0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26C0" w:rsidRDefault="000026C0" w:rsidP="00687DE3">
      <w:pPr>
        <w:spacing w:after="0" w:line="240" w:lineRule="auto"/>
      </w:pPr>
      <w:r>
        <w:separator/>
      </w:r>
    </w:p>
  </w:footnote>
  <w:footnote w:type="continuationSeparator" w:id="0">
    <w:p w:rsidR="000026C0" w:rsidRDefault="000026C0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A22AC734"/>
    <w:lvl w:ilvl="0" w:tplc="100C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10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515162B8"/>
    <w:multiLevelType w:val="hybridMultilevel"/>
    <w:tmpl w:val="E38AE2D2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026C0"/>
    <w:rsid w:val="000E4464"/>
    <w:rsid w:val="00177EC9"/>
    <w:rsid w:val="001A4A00"/>
    <w:rsid w:val="003F707B"/>
    <w:rsid w:val="004163C9"/>
    <w:rsid w:val="00443D19"/>
    <w:rsid w:val="004A3EDD"/>
    <w:rsid w:val="004B3F3D"/>
    <w:rsid w:val="00507F03"/>
    <w:rsid w:val="00687DE3"/>
    <w:rsid w:val="00752C4F"/>
    <w:rsid w:val="00997B7A"/>
    <w:rsid w:val="00A518BF"/>
    <w:rsid w:val="00B431DF"/>
    <w:rsid w:val="00BA6390"/>
    <w:rsid w:val="00C113DD"/>
    <w:rsid w:val="00C45E62"/>
    <w:rsid w:val="00D61C79"/>
    <w:rsid w:val="00DF5E50"/>
    <w:rsid w:val="00E530D4"/>
    <w:rsid w:val="00F64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C3E4FD7C.dotm</Template>
  <TotalTime>2</TotalTime>
  <Pages>1</Pages>
  <Words>125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Othenin-Girard Monique (DSE)</cp:lastModifiedBy>
  <cp:revision>3</cp:revision>
  <dcterms:created xsi:type="dcterms:W3CDTF">2019-07-22T13:18:00Z</dcterms:created>
  <dcterms:modified xsi:type="dcterms:W3CDTF">2019-07-26T07:53:00Z</dcterms:modified>
</cp:coreProperties>
</file>